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1224F33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202</w:t>
      </w:r>
      <w:r w:rsidR="002A57A8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-202</w:t>
      </w:r>
      <w:r w:rsidR="002A57A8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47460E37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2A57A8">
        <w:rPr>
          <w:rFonts w:ascii="Corbel" w:hAnsi="Corbel"/>
          <w:sz w:val="24"/>
          <w:szCs w:val="24"/>
        </w:rPr>
        <w:t>1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2A57A8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Jaruga A.A., Kabalski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F5BD2" w14:textId="77777777" w:rsidR="00E0309D" w:rsidRDefault="00E0309D" w:rsidP="00C16ABF">
      <w:pPr>
        <w:spacing w:after="0" w:line="240" w:lineRule="auto"/>
      </w:pPr>
      <w:r>
        <w:separator/>
      </w:r>
    </w:p>
  </w:endnote>
  <w:endnote w:type="continuationSeparator" w:id="0">
    <w:p w14:paraId="3D45683C" w14:textId="77777777" w:rsidR="00E0309D" w:rsidRDefault="00E030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4093F" w14:textId="77777777" w:rsidR="00E0309D" w:rsidRDefault="00E0309D" w:rsidP="00C16ABF">
      <w:pPr>
        <w:spacing w:after="0" w:line="240" w:lineRule="auto"/>
      </w:pPr>
      <w:r>
        <w:separator/>
      </w:r>
    </w:p>
  </w:footnote>
  <w:footnote w:type="continuationSeparator" w:id="0">
    <w:p w14:paraId="0D8E77A5" w14:textId="77777777" w:rsidR="00E0309D" w:rsidRDefault="00E0309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7A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0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2020-10-23T07:37:00Z</cp:lastPrinted>
  <dcterms:created xsi:type="dcterms:W3CDTF">2020-10-22T15:03:00Z</dcterms:created>
  <dcterms:modified xsi:type="dcterms:W3CDTF">2021-11-04T08:24:00Z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